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 w:rsidRPr="00C60DAE">
        <w:rPr>
          <w:rFonts w:ascii="Arial Narrow" w:hAnsi="Arial Narrow"/>
          <w:sz w:val="18"/>
          <w:lang w:val="de-DE"/>
        </w:rPr>
        <w:fldChar w:fldCharType="begin"/>
      </w:r>
      <w:r w:rsidRPr="00C60DAE">
        <w:rPr>
          <w:rFonts w:ascii="Arial Narrow" w:hAnsi="Arial Narrow"/>
          <w:sz w:val="18"/>
          <w:lang w:val="de-DE"/>
        </w:rPr>
        <w:instrText>ADVANCE \Y 77.95</w:instrText>
      </w:r>
      <w:r w:rsidRPr="00C60DAE">
        <w:rPr>
          <w:rFonts w:ascii="Arial Narrow" w:hAnsi="Arial Narrow"/>
          <w:sz w:val="18"/>
          <w:lang w:val="de-DE"/>
        </w:rPr>
        <w:fldChar w:fldCharType="end"/>
      </w:r>
      <w:r w:rsidR="006204D1"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>
            <wp:simplePos x="904875" y="1476375"/>
            <wp:positionH relativeFrom="margin">
              <wp:align>right</wp:align>
            </wp:positionH>
            <wp:positionV relativeFrom="margin">
              <wp:align>top</wp:align>
            </wp:positionV>
            <wp:extent cx="1533525" cy="1533525"/>
            <wp:effectExtent l="0" t="0" r="9525" b="9525"/>
            <wp:wrapSquare wrapText="bothSides"/>
            <wp:docPr id="1" name="Grafik 1" descr="L:\AStA\#old\AStA\Logo AStA\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#old\AStA\Logo AStA\f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A47324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it-IT"/>
        </w:rPr>
        <w:t>8</w:t>
      </w:r>
      <w:r w:rsidR="006204D1">
        <w:rPr>
          <w:rFonts w:ascii="Arial Narrow" w:hAnsi="Arial Narrow"/>
          <w:sz w:val="22"/>
          <w:lang w:val="de-DE"/>
        </w:rPr>
        <w:t>. Sitzung | SS15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E609C1">
        <w:rPr>
          <w:rFonts w:ascii="Arial Narrow" w:hAnsi="Arial Narrow"/>
          <w:sz w:val="22"/>
          <w:lang w:val="de-DE"/>
        </w:rPr>
        <w:t>Mittwoch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B456F2">
        <w:rPr>
          <w:rFonts w:ascii="Arial Narrow" w:hAnsi="Arial Narrow"/>
          <w:noProof/>
          <w:sz w:val="22"/>
          <w:lang w:val="de-DE"/>
        </w:rPr>
        <w:t>06.05.2015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380CCC">
        <w:rPr>
          <w:rFonts w:ascii="Arial Narrow" w:hAnsi="Arial Narrow"/>
          <w:sz w:val="22"/>
          <w:lang w:val="de-DE"/>
        </w:rPr>
        <w:t>13:00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FF72E3" w:rsidRDefault="00B86965" w:rsidP="00280AD9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 w:rsidRPr="008D0EC7">
        <w:rPr>
          <w:rFonts w:ascii="Arial Narrow" w:hAnsi="Arial Narrow"/>
          <w:sz w:val="22"/>
          <w:lang w:val="de-DE"/>
        </w:rPr>
        <w:t>Verleihliste (</w:t>
      </w:r>
      <w:proofErr w:type="spellStart"/>
      <w:r w:rsidRPr="008D0EC7">
        <w:rPr>
          <w:rFonts w:ascii="Arial Narrow" w:hAnsi="Arial Narrow"/>
          <w:sz w:val="22"/>
          <w:lang w:val="de-DE"/>
        </w:rPr>
        <w:t>Joi</w:t>
      </w:r>
      <w:proofErr w:type="spellEnd"/>
      <w:r w:rsidRPr="008D0EC7">
        <w:rPr>
          <w:rFonts w:ascii="Arial Narrow" w:hAnsi="Arial Narrow"/>
          <w:sz w:val="22"/>
          <w:lang w:val="de-DE"/>
        </w:rPr>
        <w:t>, Jürgen)</w:t>
      </w:r>
    </w:p>
    <w:p w:rsidR="00102F33" w:rsidRDefault="00102F33" w:rsidP="00280AD9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StudierBar</w:t>
      </w:r>
      <w:proofErr w:type="spellEnd"/>
    </w:p>
    <w:p w:rsidR="00424215" w:rsidRDefault="00424215" w:rsidP="00424215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Regeln</w:t>
      </w:r>
    </w:p>
    <w:p w:rsidR="00424215" w:rsidRDefault="00424215" w:rsidP="00424215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Menge</w:t>
      </w:r>
    </w:p>
    <w:p w:rsidR="00102F33" w:rsidRPr="008D0EC7" w:rsidRDefault="00102F33" w:rsidP="00280AD9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Atmosphäre AStA</w:t>
      </w:r>
    </w:p>
    <w:p w:rsidR="008D0EC7" w:rsidRDefault="008D0EC7" w:rsidP="00280AD9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 w:rsidRPr="008D0EC7">
        <w:rPr>
          <w:rFonts w:ascii="Arial Narrow" w:hAnsi="Arial Narrow"/>
          <w:sz w:val="22"/>
          <w:lang w:val="de-DE"/>
        </w:rPr>
        <w:t>Hausinterne Dienstleistungen</w:t>
      </w:r>
    </w:p>
    <w:p w:rsidR="00A47324" w:rsidRPr="00FA7365" w:rsidRDefault="00A47324" w:rsidP="00280AD9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 w:rsidRPr="00FA7365">
        <w:rPr>
          <w:rFonts w:ascii="Arial Narrow" w:hAnsi="Arial Narrow"/>
          <w:sz w:val="22"/>
          <w:lang w:val="de-DE"/>
        </w:rPr>
        <w:t>Au</w:t>
      </w:r>
      <w:bookmarkStart w:id="0" w:name="_GoBack"/>
      <w:bookmarkEnd w:id="0"/>
      <w:r w:rsidRPr="00FA7365">
        <w:rPr>
          <w:rFonts w:ascii="Arial Narrow" w:hAnsi="Arial Narrow"/>
          <w:sz w:val="22"/>
          <w:lang w:val="de-DE"/>
        </w:rPr>
        <w:t>fgaben der AStA-Mitglieder in Namensliste integrieren</w:t>
      </w:r>
    </w:p>
    <w:p w:rsidR="009B0D2B" w:rsidRDefault="009B0D2B" w:rsidP="00280AD9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Sigi</w:t>
      </w:r>
    </w:p>
    <w:p w:rsidR="0012684C" w:rsidRDefault="0012684C" w:rsidP="00280AD9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Reftreff</w:t>
      </w:r>
      <w:proofErr w:type="spellEnd"/>
    </w:p>
    <w:p w:rsidR="002F2E54" w:rsidRPr="008D0EC7" w:rsidRDefault="002F2E54" w:rsidP="00280AD9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Ersti</w:t>
      </w:r>
      <w:proofErr w:type="spellEnd"/>
      <w:r>
        <w:rPr>
          <w:rFonts w:ascii="Arial Narrow" w:hAnsi="Arial Narrow"/>
          <w:sz w:val="22"/>
          <w:lang w:val="de-DE"/>
        </w:rPr>
        <w:t xml:space="preserve"> Taschen</w:t>
      </w:r>
    </w:p>
    <w:p w:rsidR="008D0EC7" w:rsidRPr="008D0EC7" w:rsidRDefault="008D0EC7" w:rsidP="00280AD9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 w:rsidRPr="008D0EC7">
        <w:rPr>
          <w:rFonts w:ascii="Arial Narrow" w:hAnsi="Arial Narrow"/>
          <w:sz w:val="22"/>
          <w:lang w:val="de-DE"/>
        </w:rPr>
        <w:t>Sonstiges</w:t>
      </w:r>
    </w:p>
    <w:p w:rsidR="008D0EC7" w:rsidRPr="008D0EC7" w:rsidRDefault="008D0EC7" w:rsidP="008D0EC7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 w:rsidRPr="008D0EC7">
        <w:rPr>
          <w:rFonts w:ascii="Arial Narrow" w:hAnsi="Arial Narrow"/>
          <w:sz w:val="22"/>
          <w:lang w:val="de-DE"/>
        </w:rPr>
        <w:t>Kaffeemaschine</w:t>
      </w:r>
    </w:p>
    <w:sectPr w:rsidR="008D0EC7" w:rsidRPr="008D0EC7" w:rsidSect="007F047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Impact"/>
    <w:charset w:val="00"/>
    <w:family w:val="swiss"/>
    <w:pitch w:val="variable"/>
    <w:sig w:usb0="00000001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4D9" w:rsidRDefault="009764D9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4D9" w:rsidRDefault="009764D9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4D9" w:rsidRDefault="009764D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4D9" w:rsidRDefault="009764D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6204D1">
      <w:rPr>
        <w:rFonts w:ascii="Arial Narrow" w:hAnsi="Arial Narrow"/>
        <w:sz w:val="20"/>
        <w:lang w:val="de-DE"/>
      </w:rPr>
      <w:t>S</w:t>
    </w:r>
    <w:r w:rsidR="009764D9">
      <w:rPr>
        <w:rFonts w:ascii="Arial Narrow" w:hAnsi="Arial Narrow"/>
        <w:sz w:val="20"/>
        <w:lang w:val="de-DE"/>
      </w:rPr>
      <w:t>o</w:t>
    </w:r>
    <w:r w:rsidR="006204D1">
      <w:rPr>
        <w:rFonts w:ascii="Arial Narrow" w:hAnsi="Arial Narrow"/>
        <w:sz w:val="20"/>
        <w:lang w:val="de-DE"/>
      </w:rPr>
      <w:t>S</w:t>
    </w:r>
    <w:r w:rsidR="009764D9">
      <w:rPr>
        <w:rFonts w:ascii="Arial Narrow" w:hAnsi="Arial Narrow"/>
        <w:sz w:val="20"/>
        <w:lang w:val="de-DE"/>
      </w:rPr>
      <w:t>e</w:t>
    </w:r>
    <w:r w:rsidR="006204D1">
      <w:rPr>
        <w:rFonts w:ascii="Arial Narrow" w:hAnsi="Arial Narrow"/>
        <w:sz w:val="20"/>
        <w:lang w:val="de-DE"/>
      </w:rPr>
      <w:t>15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FA7365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4D9" w:rsidRDefault="009764D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B350298"/>
    <w:multiLevelType w:val="hybridMultilevel"/>
    <w:tmpl w:val="5E8CAD4E"/>
    <w:lvl w:ilvl="0" w:tplc="A1CC9A1A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77" w:hanging="360"/>
      </w:pPr>
    </w:lvl>
    <w:lvl w:ilvl="2" w:tplc="0407001B" w:tentative="1">
      <w:start w:val="1"/>
      <w:numFmt w:val="lowerRoman"/>
      <w:lvlText w:val="%3."/>
      <w:lvlJc w:val="right"/>
      <w:pPr>
        <w:ind w:left="2197" w:hanging="180"/>
      </w:pPr>
    </w:lvl>
    <w:lvl w:ilvl="3" w:tplc="0407000F" w:tentative="1">
      <w:start w:val="1"/>
      <w:numFmt w:val="decimal"/>
      <w:lvlText w:val="%4."/>
      <w:lvlJc w:val="left"/>
      <w:pPr>
        <w:ind w:left="2917" w:hanging="360"/>
      </w:pPr>
    </w:lvl>
    <w:lvl w:ilvl="4" w:tplc="04070019" w:tentative="1">
      <w:start w:val="1"/>
      <w:numFmt w:val="lowerLetter"/>
      <w:lvlText w:val="%5."/>
      <w:lvlJc w:val="left"/>
      <w:pPr>
        <w:ind w:left="3637" w:hanging="360"/>
      </w:pPr>
    </w:lvl>
    <w:lvl w:ilvl="5" w:tplc="0407001B" w:tentative="1">
      <w:start w:val="1"/>
      <w:numFmt w:val="lowerRoman"/>
      <w:lvlText w:val="%6."/>
      <w:lvlJc w:val="right"/>
      <w:pPr>
        <w:ind w:left="4357" w:hanging="180"/>
      </w:pPr>
    </w:lvl>
    <w:lvl w:ilvl="6" w:tplc="0407000F" w:tentative="1">
      <w:start w:val="1"/>
      <w:numFmt w:val="decimal"/>
      <w:lvlText w:val="%7."/>
      <w:lvlJc w:val="left"/>
      <w:pPr>
        <w:ind w:left="5077" w:hanging="360"/>
      </w:pPr>
    </w:lvl>
    <w:lvl w:ilvl="7" w:tplc="04070019" w:tentative="1">
      <w:start w:val="1"/>
      <w:numFmt w:val="lowerLetter"/>
      <w:lvlText w:val="%8."/>
      <w:lvlJc w:val="left"/>
      <w:pPr>
        <w:ind w:left="5797" w:hanging="360"/>
      </w:pPr>
    </w:lvl>
    <w:lvl w:ilvl="8" w:tplc="0407001B" w:tentative="1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22881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01781"/>
    <w:rsid w:val="00010829"/>
    <w:rsid w:val="00017963"/>
    <w:rsid w:val="0002372E"/>
    <w:rsid w:val="000243CF"/>
    <w:rsid w:val="0003734E"/>
    <w:rsid w:val="000459F9"/>
    <w:rsid w:val="00052A2E"/>
    <w:rsid w:val="00063E3E"/>
    <w:rsid w:val="000755CE"/>
    <w:rsid w:val="00094624"/>
    <w:rsid w:val="000973A0"/>
    <w:rsid w:val="000A4FD2"/>
    <w:rsid w:val="000B2E2D"/>
    <w:rsid w:val="000C1EB8"/>
    <w:rsid w:val="000C2A6E"/>
    <w:rsid w:val="000D74D9"/>
    <w:rsid w:val="00102F33"/>
    <w:rsid w:val="00103636"/>
    <w:rsid w:val="0011608E"/>
    <w:rsid w:val="001173D6"/>
    <w:rsid w:val="0012684C"/>
    <w:rsid w:val="001364FA"/>
    <w:rsid w:val="0014473D"/>
    <w:rsid w:val="00144E86"/>
    <w:rsid w:val="00145644"/>
    <w:rsid w:val="001C7E80"/>
    <w:rsid w:val="001D3317"/>
    <w:rsid w:val="001D47FD"/>
    <w:rsid w:val="001E4141"/>
    <w:rsid w:val="001F5D4C"/>
    <w:rsid w:val="00200D09"/>
    <w:rsid w:val="00203683"/>
    <w:rsid w:val="00211E26"/>
    <w:rsid w:val="00217A7C"/>
    <w:rsid w:val="00273332"/>
    <w:rsid w:val="00274830"/>
    <w:rsid w:val="00280AD9"/>
    <w:rsid w:val="0028733C"/>
    <w:rsid w:val="002A108C"/>
    <w:rsid w:val="002A158B"/>
    <w:rsid w:val="002A571F"/>
    <w:rsid w:val="002B1A01"/>
    <w:rsid w:val="002D090B"/>
    <w:rsid w:val="002E7327"/>
    <w:rsid w:val="002F2E54"/>
    <w:rsid w:val="00310FD9"/>
    <w:rsid w:val="0031113D"/>
    <w:rsid w:val="00312F4D"/>
    <w:rsid w:val="0031477C"/>
    <w:rsid w:val="003339C0"/>
    <w:rsid w:val="00333D17"/>
    <w:rsid w:val="0034237A"/>
    <w:rsid w:val="0036697F"/>
    <w:rsid w:val="003733CC"/>
    <w:rsid w:val="003775B0"/>
    <w:rsid w:val="00380CCC"/>
    <w:rsid w:val="00381C67"/>
    <w:rsid w:val="00396AA7"/>
    <w:rsid w:val="003B669B"/>
    <w:rsid w:val="004108F1"/>
    <w:rsid w:val="00424215"/>
    <w:rsid w:val="00425EF5"/>
    <w:rsid w:val="004359A0"/>
    <w:rsid w:val="00441B0C"/>
    <w:rsid w:val="00487AF4"/>
    <w:rsid w:val="00490CDB"/>
    <w:rsid w:val="004D1F62"/>
    <w:rsid w:val="00501683"/>
    <w:rsid w:val="00501BD9"/>
    <w:rsid w:val="00532D30"/>
    <w:rsid w:val="00543129"/>
    <w:rsid w:val="00552E34"/>
    <w:rsid w:val="005619ED"/>
    <w:rsid w:val="00565545"/>
    <w:rsid w:val="00577F83"/>
    <w:rsid w:val="005B1C22"/>
    <w:rsid w:val="005B52A2"/>
    <w:rsid w:val="005F45A2"/>
    <w:rsid w:val="00602994"/>
    <w:rsid w:val="00606F9B"/>
    <w:rsid w:val="00610EEC"/>
    <w:rsid w:val="006204D1"/>
    <w:rsid w:val="00672DC6"/>
    <w:rsid w:val="00685893"/>
    <w:rsid w:val="00686ECB"/>
    <w:rsid w:val="006A01E2"/>
    <w:rsid w:val="006A0CE7"/>
    <w:rsid w:val="006A2577"/>
    <w:rsid w:val="006A6E9D"/>
    <w:rsid w:val="006C4D68"/>
    <w:rsid w:val="006D0A34"/>
    <w:rsid w:val="006F55D7"/>
    <w:rsid w:val="007159E6"/>
    <w:rsid w:val="007173E9"/>
    <w:rsid w:val="00733F99"/>
    <w:rsid w:val="007364E7"/>
    <w:rsid w:val="00742C7E"/>
    <w:rsid w:val="00761B22"/>
    <w:rsid w:val="0076384A"/>
    <w:rsid w:val="00766556"/>
    <w:rsid w:val="00784186"/>
    <w:rsid w:val="007956EF"/>
    <w:rsid w:val="007B1EB9"/>
    <w:rsid w:val="007C767B"/>
    <w:rsid w:val="007D46E4"/>
    <w:rsid w:val="007D7C7C"/>
    <w:rsid w:val="007E031D"/>
    <w:rsid w:val="007E2248"/>
    <w:rsid w:val="007F047A"/>
    <w:rsid w:val="00802C4B"/>
    <w:rsid w:val="00802C61"/>
    <w:rsid w:val="00804127"/>
    <w:rsid w:val="008046FF"/>
    <w:rsid w:val="008052CE"/>
    <w:rsid w:val="00813522"/>
    <w:rsid w:val="00815DF3"/>
    <w:rsid w:val="0081784D"/>
    <w:rsid w:val="00843F45"/>
    <w:rsid w:val="008457B3"/>
    <w:rsid w:val="0086150A"/>
    <w:rsid w:val="008743D8"/>
    <w:rsid w:val="008767BF"/>
    <w:rsid w:val="008864DE"/>
    <w:rsid w:val="008C250E"/>
    <w:rsid w:val="008D0EC7"/>
    <w:rsid w:val="008D16EC"/>
    <w:rsid w:val="008D2BDB"/>
    <w:rsid w:val="008F7364"/>
    <w:rsid w:val="00927544"/>
    <w:rsid w:val="009301A0"/>
    <w:rsid w:val="00937828"/>
    <w:rsid w:val="00960306"/>
    <w:rsid w:val="00967DD8"/>
    <w:rsid w:val="009757B0"/>
    <w:rsid w:val="009764D9"/>
    <w:rsid w:val="009866E5"/>
    <w:rsid w:val="009906B7"/>
    <w:rsid w:val="009B0D2B"/>
    <w:rsid w:val="009B7B2F"/>
    <w:rsid w:val="009C2A35"/>
    <w:rsid w:val="009D3E73"/>
    <w:rsid w:val="009E6CE4"/>
    <w:rsid w:val="00A05515"/>
    <w:rsid w:val="00A448D9"/>
    <w:rsid w:val="00A44D35"/>
    <w:rsid w:val="00A47324"/>
    <w:rsid w:val="00A87E62"/>
    <w:rsid w:val="00A94BC2"/>
    <w:rsid w:val="00AD70BC"/>
    <w:rsid w:val="00AE757F"/>
    <w:rsid w:val="00AF264D"/>
    <w:rsid w:val="00B03346"/>
    <w:rsid w:val="00B04116"/>
    <w:rsid w:val="00B04368"/>
    <w:rsid w:val="00B136A5"/>
    <w:rsid w:val="00B21886"/>
    <w:rsid w:val="00B23B5E"/>
    <w:rsid w:val="00B25462"/>
    <w:rsid w:val="00B262CA"/>
    <w:rsid w:val="00B27F1E"/>
    <w:rsid w:val="00B31937"/>
    <w:rsid w:val="00B456F2"/>
    <w:rsid w:val="00B51224"/>
    <w:rsid w:val="00B81E42"/>
    <w:rsid w:val="00B83D82"/>
    <w:rsid w:val="00B86965"/>
    <w:rsid w:val="00BA10A5"/>
    <w:rsid w:val="00BA497A"/>
    <w:rsid w:val="00BD4E8B"/>
    <w:rsid w:val="00BE1515"/>
    <w:rsid w:val="00BE3D6D"/>
    <w:rsid w:val="00BE7FEC"/>
    <w:rsid w:val="00C00055"/>
    <w:rsid w:val="00C1435E"/>
    <w:rsid w:val="00C22F83"/>
    <w:rsid w:val="00C34467"/>
    <w:rsid w:val="00C46942"/>
    <w:rsid w:val="00C60DAE"/>
    <w:rsid w:val="00C63840"/>
    <w:rsid w:val="00C772CC"/>
    <w:rsid w:val="00C82C9C"/>
    <w:rsid w:val="00CA423D"/>
    <w:rsid w:val="00CA5DF7"/>
    <w:rsid w:val="00CB5BD5"/>
    <w:rsid w:val="00CC3422"/>
    <w:rsid w:val="00CD7327"/>
    <w:rsid w:val="00CD74B4"/>
    <w:rsid w:val="00CF0EE6"/>
    <w:rsid w:val="00D0241F"/>
    <w:rsid w:val="00D23BBC"/>
    <w:rsid w:val="00D24AA6"/>
    <w:rsid w:val="00D4751D"/>
    <w:rsid w:val="00D523B8"/>
    <w:rsid w:val="00D52E25"/>
    <w:rsid w:val="00D55BFE"/>
    <w:rsid w:val="00D56D60"/>
    <w:rsid w:val="00D62D7D"/>
    <w:rsid w:val="00D803B9"/>
    <w:rsid w:val="00D94C60"/>
    <w:rsid w:val="00DD1790"/>
    <w:rsid w:val="00DE1F6C"/>
    <w:rsid w:val="00E1673A"/>
    <w:rsid w:val="00E206F4"/>
    <w:rsid w:val="00E36789"/>
    <w:rsid w:val="00E52891"/>
    <w:rsid w:val="00E5513A"/>
    <w:rsid w:val="00E609C1"/>
    <w:rsid w:val="00E66A27"/>
    <w:rsid w:val="00E715F5"/>
    <w:rsid w:val="00E81768"/>
    <w:rsid w:val="00E82DB8"/>
    <w:rsid w:val="00E90352"/>
    <w:rsid w:val="00E97E93"/>
    <w:rsid w:val="00EA30A5"/>
    <w:rsid w:val="00EB31F2"/>
    <w:rsid w:val="00EC61B7"/>
    <w:rsid w:val="00F15EEB"/>
    <w:rsid w:val="00F51884"/>
    <w:rsid w:val="00F55E54"/>
    <w:rsid w:val="00F81CCA"/>
    <w:rsid w:val="00F834DE"/>
    <w:rsid w:val="00F85BF5"/>
    <w:rsid w:val="00FA7365"/>
    <w:rsid w:val="00FB4507"/>
    <w:rsid w:val="00FD2F2E"/>
    <w:rsid w:val="00FF7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89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9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1</Pages>
  <Words>55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Sarah Häfele</cp:lastModifiedBy>
  <cp:revision>30</cp:revision>
  <cp:lastPrinted>2015-05-06T10:55:00Z</cp:lastPrinted>
  <dcterms:created xsi:type="dcterms:W3CDTF">2015-04-15T19:32:00Z</dcterms:created>
  <dcterms:modified xsi:type="dcterms:W3CDTF">2015-05-06T12:03:00Z</dcterms:modified>
</cp:coreProperties>
</file>